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5.65pt;margin-top:23.15pt;width:151.35pt;height:129.85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557659778" r:id="rId8"/>
        </w:pict>
      </w:r>
    </w:p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КОНСТИТУЦИОНЫЙ ЗАКОН</w:t>
      </w:r>
    </w:p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12D89" w:rsidRDefault="00712D89" w:rsidP="003F396C">
      <w:pPr>
        <w:pStyle w:val="NoSpacing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РЕСПУБЛИКИ ИНГУШЕТИЯ</w:t>
      </w:r>
    </w:p>
    <w:p w:rsidR="00712D89" w:rsidRDefault="00712D89" w:rsidP="003F396C">
      <w:pPr>
        <w:pStyle w:val="NoSpacing"/>
        <w:jc w:val="center"/>
        <w:rPr>
          <w:b/>
          <w:bCs/>
          <w:kern w:val="36"/>
          <w:sz w:val="28"/>
          <w:szCs w:val="28"/>
        </w:rPr>
      </w:pPr>
    </w:p>
    <w:p w:rsidR="00712D89" w:rsidRDefault="00712D89" w:rsidP="009839B8">
      <w:pPr>
        <w:ind w:right="-2"/>
        <w:jc w:val="center"/>
        <w:rPr>
          <w:b/>
          <w:bCs/>
          <w:sz w:val="28"/>
          <w:szCs w:val="28"/>
        </w:rPr>
      </w:pPr>
    </w:p>
    <w:p w:rsidR="00712D89" w:rsidRDefault="00712D89" w:rsidP="009839B8">
      <w:pPr>
        <w:ind w:right="-2"/>
        <w:jc w:val="center"/>
        <w:rPr>
          <w:b/>
          <w:bCs/>
          <w:sz w:val="28"/>
          <w:szCs w:val="28"/>
        </w:rPr>
      </w:pPr>
      <w:r w:rsidRPr="007E317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Конституционный з</w:t>
      </w:r>
      <w:r w:rsidRPr="007E3174">
        <w:rPr>
          <w:b/>
          <w:bCs/>
          <w:sz w:val="28"/>
          <w:szCs w:val="28"/>
        </w:rPr>
        <w:t xml:space="preserve">акон </w:t>
      </w:r>
      <w:r>
        <w:rPr>
          <w:b/>
          <w:bCs/>
          <w:sz w:val="28"/>
          <w:szCs w:val="28"/>
        </w:rPr>
        <w:t xml:space="preserve"> </w:t>
      </w:r>
      <w:r w:rsidRPr="007E3174">
        <w:rPr>
          <w:b/>
          <w:bCs/>
          <w:sz w:val="28"/>
          <w:szCs w:val="28"/>
        </w:rPr>
        <w:t>Республики Ингушетия</w:t>
      </w:r>
      <w:r>
        <w:rPr>
          <w:b/>
          <w:bCs/>
          <w:sz w:val="28"/>
          <w:szCs w:val="28"/>
        </w:rPr>
        <w:t xml:space="preserve"> </w:t>
      </w:r>
      <w:r w:rsidRPr="007E3174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О Правительстве Республики Ингушетия</w:t>
      </w:r>
      <w:r w:rsidRPr="007E3174">
        <w:rPr>
          <w:b/>
          <w:bCs/>
          <w:sz w:val="28"/>
          <w:szCs w:val="28"/>
        </w:rPr>
        <w:t>»</w:t>
      </w:r>
    </w:p>
    <w:p w:rsidR="00712D89" w:rsidRPr="007E3174" w:rsidRDefault="00712D89" w:rsidP="009839B8">
      <w:pPr>
        <w:ind w:right="-2"/>
        <w:jc w:val="center"/>
        <w:rPr>
          <w:b/>
          <w:bCs/>
          <w:sz w:val="28"/>
          <w:szCs w:val="28"/>
        </w:rPr>
      </w:pPr>
    </w:p>
    <w:p w:rsidR="00712D89" w:rsidRDefault="00712D89" w:rsidP="009839B8">
      <w:pPr>
        <w:ind w:right="-2"/>
        <w:jc w:val="center"/>
        <w:rPr>
          <w:b/>
          <w:bCs/>
          <w:sz w:val="28"/>
          <w:szCs w:val="28"/>
        </w:rPr>
      </w:pPr>
    </w:p>
    <w:p w:rsidR="00712D89" w:rsidRPr="00A01F39" w:rsidRDefault="00712D89" w:rsidP="00A01F39">
      <w:pPr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  <w:r w:rsidRPr="00A01F39">
        <w:rPr>
          <w:b/>
          <w:bCs/>
          <w:sz w:val="28"/>
          <w:szCs w:val="28"/>
        </w:rPr>
        <w:t>Принят</w:t>
      </w:r>
    </w:p>
    <w:p w:rsidR="00712D89" w:rsidRPr="00A01F39" w:rsidRDefault="00712D89" w:rsidP="00C06388">
      <w:pP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A01F39">
        <w:rPr>
          <w:b/>
          <w:bCs/>
          <w:sz w:val="28"/>
          <w:szCs w:val="28"/>
        </w:rPr>
        <w:t>Народным Собранием</w:t>
      </w:r>
    </w:p>
    <w:p w:rsidR="00712D89" w:rsidRPr="00A01F39" w:rsidRDefault="00712D89" w:rsidP="00C06388">
      <w:pP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A01F39">
        <w:rPr>
          <w:b/>
          <w:bCs/>
          <w:sz w:val="28"/>
          <w:szCs w:val="28"/>
        </w:rPr>
        <w:t xml:space="preserve">Республики Ингушетия                </w:t>
      </w:r>
      <w:r>
        <w:rPr>
          <w:b/>
          <w:bCs/>
          <w:sz w:val="28"/>
          <w:szCs w:val="28"/>
        </w:rPr>
        <w:t xml:space="preserve">                              25 мая</w:t>
      </w:r>
      <w:r w:rsidRPr="00A01F39">
        <w:rPr>
          <w:b/>
          <w:bCs/>
          <w:sz w:val="28"/>
          <w:szCs w:val="28"/>
        </w:rPr>
        <w:t xml:space="preserve"> 2017 года</w:t>
      </w:r>
    </w:p>
    <w:p w:rsidR="00712D89" w:rsidRDefault="00712D89" w:rsidP="00E316DE">
      <w:pPr>
        <w:jc w:val="both"/>
        <w:rPr>
          <w:rFonts w:eastAsia="Arial Unicode MS"/>
          <w:b/>
          <w:bCs/>
          <w:sz w:val="32"/>
          <w:szCs w:val="32"/>
        </w:rPr>
      </w:pPr>
    </w:p>
    <w:p w:rsidR="00712D89" w:rsidRPr="00A01F39" w:rsidRDefault="00712D89" w:rsidP="00E316DE">
      <w:pPr>
        <w:jc w:val="both"/>
        <w:rPr>
          <w:rFonts w:eastAsia="Arial Unicode MS"/>
          <w:b/>
          <w:bCs/>
          <w:sz w:val="32"/>
          <w:szCs w:val="32"/>
        </w:rPr>
      </w:pPr>
    </w:p>
    <w:p w:rsidR="00712D89" w:rsidRPr="0058502B" w:rsidRDefault="00712D89" w:rsidP="00134D26">
      <w:pPr>
        <w:ind w:firstLine="709"/>
        <w:jc w:val="both"/>
        <w:rPr>
          <w:rFonts w:eastAsia="Arial Unicode MS"/>
          <w:b/>
          <w:bCs/>
          <w:sz w:val="28"/>
          <w:szCs w:val="28"/>
        </w:rPr>
      </w:pPr>
      <w:r w:rsidRPr="0058502B">
        <w:rPr>
          <w:rFonts w:eastAsia="Arial Unicode MS"/>
          <w:b/>
          <w:bCs/>
          <w:sz w:val="28"/>
          <w:szCs w:val="28"/>
        </w:rPr>
        <w:t>Статья 1</w:t>
      </w:r>
    </w:p>
    <w:p w:rsidR="00712D89" w:rsidRPr="0058502B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2B">
        <w:rPr>
          <w:sz w:val="28"/>
          <w:szCs w:val="28"/>
        </w:rPr>
        <w:t>Внести в Конституционный закон Республик</w:t>
      </w:r>
      <w:r>
        <w:rPr>
          <w:sz w:val="28"/>
          <w:szCs w:val="28"/>
        </w:rPr>
        <w:t>и Ингушетия от 10 июня 1998 года</w:t>
      </w:r>
      <w:r w:rsidRPr="0058502B">
        <w:rPr>
          <w:sz w:val="28"/>
          <w:szCs w:val="28"/>
        </w:rPr>
        <w:t xml:space="preserve"> №5-РКЗ «О Правительстве Республики Ингушетия» (газета «Ингушетия», 1998, 26 июня; 1999, 20 ноября; 2000, 22 марта; 2003, 17 мая; 2004, 10 июня; 2006, 23 марта; 2007, 13 января; 2011, 9 июля; 2012, 21 июня; 2013, 12 марта; 2014, 8 ноября; 2015, 7 мая, 4 июля</w:t>
      </w:r>
      <w:r>
        <w:rPr>
          <w:sz w:val="28"/>
          <w:szCs w:val="28"/>
        </w:rPr>
        <w:t>; 2016, 13 июля</w:t>
      </w:r>
      <w:r w:rsidRPr="0058502B">
        <w:rPr>
          <w:sz w:val="28"/>
          <w:szCs w:val="28"/>
        </w:rPr>
        <w:t>) следующие изменения:</w:t>
      </w:r>
    </w:p>
    <w:p w:rsidR="00712D89" w:rsidRPr="00A01F39" w:rsidRDefault="00712D89" w:rsidP="00143D1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A01F39">
        <w:rPr>
          <w:b/>
          <w:bCs/>
          <w:sz w:val="28"/>
          <w:szCs w:val="28"/>
        </w:rPr>
        <w:t>1) в статье 12:</w:t>
      </w:r>
    </w:p>
    <w:p w:rsidR="00712D89" w:rsidRPr="0058502B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слово «Главой» заменить словом «Главы»;</w:t>
      </w:r>
    </w:p>
    <w:p w:rsidR="00712D89" w:rsidRPr="0058502B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Pr="0058502B">
        <w:rPr>
          <w:sz w:val="28"/>
          <w:szCs w:val="28"/>
        </w:rPr>
        <w:t xml:space="preserve"> третий</w:t>
      </w:r>
      <w:r>
        <w:rPr>
          <w:sz w:val="28"/>
          <w:szCs w:val="28"/>
        </w:rPr>
        <w:t xml:space="preserve"> признать утратившим силу;</w:t>
      </w:r>
    </w:p>
    <w:p w:rsidR="00712D89" w:rsidRPr="0058502B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2B">
        <w:rPr>
          <w:sz w:val="28"/>
          <w:szCs w:val="28"/>
        </w:rPr>
        <w:t>абзац</w:t>
      </w:r>
      <w:r>
        <w:rPr>
          <w:sz w:val="28"/>
          <w:szCs w:val="28"/>
        </w:rPr>
        <w:t xml:space="preserve"> четвертый изложить в следующей редакции</w:t>
      </w:r>
      <w:r w:rsidRPr="0058502B">
        <w:rPr>
          <w:sz w:val="28"/>
          <w:szCs w:val="28"/>
        </w:rPr>
        <w:t>:</w:t>
      </w:r>
    </w:p>
    <w:p w:rsidR="00712D89" w:rsidRPr="00CE3353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E3353">
        <w:rPr>
          <w:sz w:val="28"/>
          <w:szCs w:val="28"/>
          <w:shd w:val="clear" w:color="auto" w:fill="FFFFFF"/>
        </w:rPr>
        <w:t>«Правительство Республики Ингушетия формирует иные исполнительные органы, руководители которых назначаются на должность и освобождаются от должности Главой Республики Ингушетия по представлению Председателя Правительства Республики Ингушетия. Правительство Республики Ингушетия устанавливает порядок создания и деятельности указанных органов</w:t>
      </w:r>
      <w:r>
        <w:rPr>
          <w:sz w:val="28"/>
          <w:szCs w:val="28"/>
          <w:shd w:val="clear" w:color="auto" w:fill="FFFFFF"/>
        </w:rPr>
        <w:t>.</w:t>
      </w:r>
      <w:r w:rsidRPr="00CE3353">
        <w:rPr>
          <w:sz w:val="28"/>
          <w:szCs w:val="28"/>
          <w:shd w:val="clear" w:color="auto" w:fill="FFFFFF"/>
        </w:rPr>
        <w:t>»;</w:t>
      </w:r>
    </w:p>
    <w:p w:rsidR="00712D89" w:rsidRPr="00CE3353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97B">
        <w:rPr>
          <w:b/>
          <w:bCs/>
          <w:sz w:val="28"/>
          <w:szCs w:val="28"/>
          <w:shd w:val="clear" w:color="auto" w:fill="FFFFFF"/>
        </w:rPr>
        <w:t>2)</w:t>
      </w:r>
      <w:r w:rsidRPr="00CE3353">
        <w:rPr>
          <w:sz w:val="28"/>
          <w:szCs w:val="28"/>
          <w:shd w:val="clear" w:color="auto" w:fill="FFFFFF"/>
        </w:rPr>
        <w:t xml:space="preserve"> в наименовании главы </w:t>
      </w:r>
      <w:r w:rsidRPr="00CE3353">
        <w:rPr>
          <w:sz w:val="28"/>
          <w:szCs w:val="28"/>
          <w:shd w:val="clear" w:color="auto" w:fill="FFFFFF"/>
          <w:lang w:val="en-US"/>
        </w:rPr>
        <w:t>V</w:t>
      </w:r>
      <w:r w:rsidRPr="00CE3353">
        <w:rPr>
          <w:sz w:val="28"/>
          <w:szCs w:val="28"/>
          <w:shd w:val="clear" w:color="auto" w:fill="FFFFFF"/>
        </w:rPr>
        <w:t xml:space="preserve"> слова «Президент</w:t>
      </w:r>
      <w:r>
        <w:rPr>
          <w:sz w:val="28"/>
          <w:szCs w:val="28"/>
          <w:shd w:val="clear" w:color="auto" w:fill="FFFFFF"/>
        </w:rPr>
        <w:t>а</w:t>
      </w:r>
      <w:r w:rsidRPr="00CE3353">
        <w:rPr>
          <w:sz w:val="28"/>
          <w:szCs w:val="28"/>
          <w:shd w:val="clear" w:color="auto" w:fill="FFFFFF"/>
        </w:rPr>
        <w:t xml:space="preserve"> Республики Ингушетия» заменить словами «Глав</w:t>
      </w:r>
      <w:r>
        <w:rPr>
          <w:sz w:val="28"/>
          <w:szCs w:val="28"/>
          <w:shd w:val="clear" w:color="auto" w:fill="FFFFFF"/>
        </w:rPr>
        <w:t>ы</w:t>
      </w:r>
      <w:r w:rsidRPr="00CE3353">
        <w:rPr>
          <w:sz w:val="28"/>
          <w:szCs w:val="28"/>
          <w:shd w:val="clear" w:color="auto" w:fill="FFFFFF"/>
        </w:rPr>
        <w:t xml:space="preserve"> Республики Ингушетия»;</w:t>
      </w:r>
    </w:p>
    <w:p w:rsidR="00712D89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97B">
        <w:rPr>
          <w:b/>
          <w:bCs/>
          <w:sz w:val="28"/>
          <w:szCs w:val="28"/>
        </w:rPr>
        <w:t>3)</w:t>
      </w:r>
      <w:r>
        <w:rPr>
          <w:sz w:val="28"/>
          <w:szCs w:val="28"/>
        </w:rPr>
        <w:t xml:space="preserve"> абзац седьмой статьи 34 изложить в следующей редакции:</w:t>
      </w:r>
    </w:p>
    <w:p w:rsidR="00712D89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420D9">
        <w:rPr>
          <w:sz w:val="28"/>
          <w:szCs w:val="28"/>
        </w:rPr>
        <w:t xml:space="preserve">Правительство Республики Ингушетия представляет Главе Республики Ингушетия для направления </w:t>
      </w:r>
      <w:r>
        <w:rPr>
          <w:sz w:val="28"/>
          <w:szCs w:val="28"/>
        </w:rPr>
        <w:t xml:space="preserve">в </w:t>
      </w:r>
      <w:r w:rsidRPr="007420D9">
        <w:rPr>
          <w:sz w:val="28"/>
          <w:szCs w:val="28"/>
        </w:rPr>
        <w:t>Народно</w:t>
      </w:r>
      <w:r>
        <w:rPr>
          <w:sz w:val="28"/>
          <w:szCs w:val="28"/>
        </w:rPr>
        <w:t>е</w:t>
      </w:r>
      <w:r w:rsidRPr="007420D9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е</w:t>
      </w:r>
      <w:r w:rsidRPr="007420D9">
        <w:rPr>
          <w:sz w:val="28"/>
          <w:szCs w:val="28"/>
        </w:rPr>
        <w:t xml:space="preserve"> Республики Ингушетия </w:t>
      </w:r>
      <w:r w:rsidRPr="00570280">
        <w:rPr>
          <w:sz w:val="28"/>
          <w:szCs w:val="28"/>
        </w:rPr>
        <w:t>проект закона Республики Ингушетия о республиканском бюджете на очередной финансовый год и</w:t>
      </w:r>
      <w:r>
        <w:rPr>
          <w:sz w:val="28"/>
          <w:szCs w:val="28"/>
        </w:rPr>
        <w:t xml:space="preserve"> на</w:t>
      </w:r>
      <w:r w:rsidRPr="00570280">
        <w:rPr>
          <w:sz w:val="28"/>
          <w:szCs w:val="28"/>
        </w:rPr>
        <w:t xml:space="preserve"> плановый период</w:t>
      </w:r>
      <w:r>
        <w:rPr>
          <w:sz w:val="28"/>
          <w:szCs w:val="28"/>
        </w:rPr>
        <w:t xml:space="preserve">, </w:t>
      </w:r>
      <w:r w:rsidRPr="007420D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годовой </w:t>
      </w:r>
      <w:r w:rsidRPr="007420D9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об </w:t>
      </w:r>
      <w:r w:rsidRPr="007420D9">
        <w:rPr>
          <w:sz w:val="28"/>
          <w:szCs w:val="28"/>
        </w:rPr>
        <w:t>исполнении</w:t>
      </w:r>
      <w:r>
        <w:rPr>
          <w:sz w:val="28"/>
          <w:szCs w:val="28"/>
        </w:rPr>
        <w:t xml:space="preserve"> </w:t>
      </w:r>
      <w:r w:rsidRPr="007420D9">
        <w:rPr>
          <w:sz w:val="28"/>
          <w:szCs w:val="28"/>
        </w:rPr>
        <w:t>республиканского бюджета</w:t>
      </w:r>
      <w:r>
        <w:rPr>
          <w:sz w:val="28"/>
          <w:szCs w:val="28"/>
        </w:rPr>
        <w:t xml:space="preserve"> </w:t>
      </w:r>
      <w:r w:rsidRPr="007420D9">
        <w:rPr>
          <w:sz w:val="28"/>
          <w:szCs w:val="28"/>
        </w:rPr>
        <w:t>за прошедший финансовый год</w:t>
      </w:r>
      <w:r>
        <w:rPr>
          <w:sz w:val="28"/>
          <w:szCs w:val="28"/>
        </w:rPr>
        <w:t>.»;</w:t>
      </w:r>
      <w:r w:rsidRPr="007420D9">
        <w:rPr>
          <w:sz w:val="28"/>
          <w:szCs w:val="28"/>
        </w:rPr>
        <w:t xml:space="preserve"> </w:t>
      </w:r>
    </w:p>
    <w:p w:rsidR="00712D89" w:rsidRPr="0086010A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97B">
        <w:rPr>
          <w:b/>
          <w:bCs/>
          <w:sz w:val="28"/>
          <w:szCs w:val="28"/>
        </w:rPr>
        <w:t>4)</w:t>
      </w:r>
      <w:r w:rsidRPr="0086010A">
        <w:rPr>
          <w:sz w:val="28"/>
          <w:szCs w:val="28"/>
        </w:rPr>
        <w:t xml:space="preserve"> в статье 37 слов</w:t>
      </w:r>
      <w:r>
        <w:rPr>
          <w:sz w:val="28"/>
          <w:szCs w:val="28"/>
        </w:rPr>
        <w:t>о</w:t>
      </w:r>
      <w:r w:rsidRPr="0086010A">
        <w:rPr>
          <w:sz w:val="28"/>
          <w:szCs w:val="28"/>
        </w:rPr>
        <w:t xml:space="preserve"> «</w:t>
      </w:r>
      <w:r>
        <w:rPr>
          <w:sz w:val="28"/>
          <w:szCs w:val="28"/>
        </w:rPr>
        <w:t>комиссий</w:t>
      </w:r>
      <w:r w:rsidRPr="0086010A">
        <w:rPr>
          <w:sz w:val="28"/>
          <w:szCs w:val="28"/>
        </w:rPr>
        <w:t>» в соответствующ</w:t>
      </w:r>
      <w:r>
        <w:rPr>
          <w:sz w:val="28"/>
          <w:szCs w:val="28"/>
        </w:rPr>
        <w:t>их</w:t>
      </w:r>
      <w:r w:rsidRPr="0086010A">
        <w:rPr>
          <w:sz w:val="28"/>
          <w:szCs w:val="28"/>
        </w:rPr>
        <w:t xml:space="preserve"> числе и падеже заменить словами «комит</w:t>
      </w:r>
      <w:r>
        <w:rPr>
          <w:sz w:val="28"/>
          <w:szCs w:val="28"/>
        </w:rPr>
        <w:t>етов»</w:t>
      </w:r>
      <w:r w:rsidRPr="0086010A">
        <w:rPr>
          <w:sz w:val="28"/>
          <w:szCs w:val="28"/>
        </w:rPr>
        <w:t xml:space="preserve"> в соответствующ</w:t>
      </w:r>
      <w:r>
        <w:rPr>
          <w:sz w:val="28"/>
          <w:szCs w:val="28"/>
        </w:rPr>
        <w:t>их</w:t>
      </w:r>
      <w:r w:rsidRPr="0086010A">
        <w:rPr>
          <w:sz w:val="28"/>
          <w:szCs w:val="28"/>
        </w:rPr>
        <w:t xml:space="preserve"> числе и падеже;</w:t>
      </w:r>
    </w:p>
    <w:p w:rsidR="00712D89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97B">
        <w:rPr>
          <w:b/>
          <w:bCs/>
          <w:sz w:val="28"/>
          <w:szCs w:val="28"/>
        </w:rPr>
        <w:t>5)</w:t>
      </w:r>
      <w:r>
        <w:rPr>
          <w:sz w:val="28"/>
          <w:szCs w:val="28"/>
        </w:rPr>
        <w:t xml:space="preserve"> абзац второй статьи 41 изложить в следующей редакции:</w:t>
      </w:r>
    </w:p>
    <w:p w:rsidR="00712D89" w:rsidRDefault="00712D89" w:rsidP="00143D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E3353">
        <w:rPr>
          <w:sz w:val="28"/>
          <w:szCs w:val="28"/>
        </w:rPr>
        <w:t xml:space="preserve">Аппарат Правительства возглавляет </w:t>
      </w:r>
      <w:r>
        <w:rPr>
          <w:sz w:val="28"/>
          <w:szCs w:val="28"/>
        </w:rPr>
        <w:t xml:space="preserve">заместитель Председателя Правительства Республики Ингушетия – </w:t>
      </w:r>
      <w:r w:rsidRPr="00CE3353">
        <w:rPr>
          <w:sz w:val="28"/>
          <w:szCs w:val="28"/>
        </w:rPr>
        <w:t>Руководитель Аппарата Правительства Республики Ингушетия</w:t>
      </w:r>
      <w:r>
        <w:rPr>
          <w:sz w:val="28"/>
          <w:szCs w:val="28"/>
        </w:rPr>
        <w:t>,</w:t>
      </w:r>
      <w:r w:rsidRPr="00CE3353">
        <w:rPr>
          <w:sz w:val="28"/>
          <w:szCs w:val="28"/>
        </w:rPr>
        <w:t xml:space="preserve"> назначаемый и освобождаемый от должности </w:t>
      </w:r>
      <w:r>
        <w:rPr>
          <w:sz w:val="28"/>
          <w:szCs w:val="28"/>
        </w:rPr>
        <w:t>в соответствии со статьей 9 настоящего Конституционного закона.».</w:t>
      </w:r>
    </w:p>
    <w:p w:rsidR="00712D89" w:rsidRDefault="00712D89" w:rsidP="00134D26">
      <w:pPr>
        <w:ind w:firstLine="709"/>
        <w:jc w:val="both"/>
        <w:rPr>
          <w:b/>
          <w:bCs/>
          <w:sz w:val="28"/>
          <w:szCs w:val="28"/>
        </w:rPr>
      </w:pPr>
    </w:p>
    <w:p w:rsidR="00712D89" w:rsidRDefault="00712D89" w:rsidP="00A01F3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</w:p>
    <w:p w:rsidR="00712D89" w:rsidRDefault="00712D89" w:rsidP="00A01F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Конституционный закон вступает в силу со дня его официального опубликования.</w:t>
      </w:r>
    </w:p>
    <w:p w:rsidR="00712D89" w:rsidRDefault="00712D89" w:rsidP="00C06388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712D89" w:rsidRDefault="00712D89" w:rsidP="00C4299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tbl>
      <w:tblPr>
        <w:tblW w:w="9214" w:type="dxa"/>
        <w:tblInd w:w="2" w:type="dxa"/>
        <w:tblLook w:val="0000" w:firstRow="0" w:lastRow="0" w:firstColumn="0" w:lastColumn="0" w:noHBand="0" w:noVBand="0"/>
      </w:tblPr>
      <w:tblGrid>
        <w:gridCol w:w="4500"/>
        <w:gridCol w:w="1771"/>
        <w:gridCol w:w="2943"/>
      </w:tblGrid>
      <w:tr w:rsidR="00712D89" w:rsidRPr="00202027" w:rsidTr="006D06EB">
        <w:tc>
          <w:tcPr>
            <w:tcW w:w="4500" w:type="dxa"/>
          </w:tcPr>
          <w:p w:rsidR="00712D89" w:rsidRPr="00202027" w:rsidRDefault="00712D89" w:rsidP="006D06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</w:t>
            </w:r>
            <w:r w:rsidRPr="00202027">
              <w:rPr>
                <w:b/>
                <w:bCs/>
                <w:sz w:val="28"/>
                <w:szCs w:val="28"/>
              </w:rPr>
              <w:t>Глава</w:t>
            </w:r>
          </w:p>
          <w:p w:rsidR="00712D89" w:rsidRPr="00202027" w:rsidRDefault="00712D89" w:rsidP="006D06EB">
            <w:pPr>
              <w:ind w:left="2"/>
              <w:rPr>
                <w:b/>
                <w:bCs/>
                <w:sz w:val="28"/>
                <w:szCs w:val="28"/>
              </w:rPr>
            </w:pPr>
            <w:r w:rsidRPr="00202027">
              <w:rPr>
                <w:b/>
                <w:bCs/>
                <w:sz w:val="28"/>
                <w:szCs w:val="28"/>
              </w:rPr>
              <w:t>Республики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202027">
              <w:rPr>
                <w:b/>
                <w:bCs/>
                <w:sz w:val="28"/>
                <w:szCs w:val="28"/>
              </w:rPr>
              <w:t xml:space="preserve"> Ингушетия</w:t>
            </w:r>
          </w:p>
          <w:p w:rsidR="00712D89" w:rsidRPr="00202027" w:rsidRDefault="00712D89" w:rsidP="006D06E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</w:tcPr>
          <w:p w:rsidR="00712D89" w:rsidRPr="00202027" w:rsidRDefault="00712D89" w:rsidP="006D06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712D89" w:rsidRPr="00202027" w:rsidRDefault="00712D89" w:rsidP="006D06E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12D89" w:rsidRPr="00202027" w:rsidRDefault="00712D89" w:rsidP="006D06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Pr="00202027">
              <w:rPr>
                <w:b/>
                <w:bCs/>
                <w:sz w:val="28"/>
                <w:szCs w:val="28"/>
              </w:rPr>
              <w:t>Ю.</w:t>
            </w:r>
            <w:r>
              <w:rPr>
                <w:b/>
                <w:bCs/>
                <w:sz w:val="28"/>
                <w:szCs w:val="28"/>
              </w:rPr>
              <w:t>Б.</w:t>
            </w:r>
            <w:r w:rsidRPr="00202027">
              <w:rPr>
                <w:b/>
                <w:bCs/>
                <w:sz w:val="28"/>
                <w:szCs w:val="28"/>
              </w:rPr>
              <w:t>Евкуров</w:t>
            </w:r>
          </w:p>
        </w:tc>
      </w:tr>
      <w:tr w:rsidR="00712D89" w:rsidRPr="00202027" w:rsidTr="006D06EB">
        <w:trPr>
          <w:trHeight w:val="1444"/>
        </w:trPr>
        <w:tc>
          <w:tcPr>
            <w:tcW w:w="4500" w:type="dxa"/>
          </w:tcPr>
          <w:p w:rsidR="00712D89" w:rsidRDefault="00712D89" w:rsidP="006D06EB">
            <w:pPr>
              <w:ind w:left="772" w:hanging="77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</w:p>
          <w:p w:rsidR="00712D89" w:rsidRPr="00202027" w:rsidRDefault="00712D89" w:rsidP="006D06EB">
            <w:pPr>
              <w:ind w:left="772" w:hanging="77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Pr="00202027">
              <w:rPr>
                <w:b/>
                <w:bCs/>
                <w:sz w:val="28"/>
                <w:szCs w:val="28"/>
              </w:rPr>
              <w:t>г. Магас</w:t>
            </w:r>
          </w:p>
          <w:p w:rsidR="00712D89" w:rsidRPr="00202027" w:rsidRDefault="00712D89" w:rsidP="00BF6F24">
            <w:pPr>
              <w:rPr>
                <w:b/>
                <w:bCs/>
                <w:sz w:val="28"/>
                <w:szCs w:val="28"/>
              </w:rPr>
            </w:pPr>
            <w:r w:rsidRPr="00202027">
              <w:rPr>
                <w:b/>
                <w:bCs/>
                <w:sz w:val="28"/>
                <w:szCs w:val="28"/>
              </w:rPr>
              <w:t>«___» __________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202027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712D89" w:rsidRPr="00202027" w:rsidRDefault="00712D89" w:rsidP="006D06E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02027">
              <w:rPr>
                <w:b/>
                <w:bCs/>
                <w:sz w:val="28"/>
                <w:szCs w:val="28"/>
              </w:rPr>
              <w:t>№ ____</w:t>
            </w:r>
          </w:p>
        </w:tc>
        <w:tc>
          <w:tcPr>
            <w:tcW w:w="1771" w:type="dxa"/>
          </w:tcPr>
          <w:p w:rsidR="00712D89" w:rsidRPr="00202027" w:rsidRDefault="00712D89" w:rsidP="006D06E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712D89" w:rsidRPr="00202027" w:rsidRDefault="00712D89" w:rsidP="006D06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2D89" w:rsidRDefault="00712D89" w:rsidP="00C4299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712D89" w:rsidRDefault="00712D89" w:rsidP="00C4299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712D89" w:rsidRPr="00653738" w:rsidRDefault="00712D89" w:rsidP="00C4299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sectPr w:rsidR="00712D89" w:rsidRPr="00653738" w:rsidSect="00A01F39">
      <w:head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D89" w:rsidRDefault="00712D89">
      <w:r>
        <w:separator/>
      </w:r>
    </w:p>
  </w:endnote>
  <w:endnote w:type="continuationSeparator" w:id="0">
    <w:p w:rsidR="00712D89" w:rsidRDefault="0071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89" w:rsidRPr="00540300" w:rsidRDefault="00712D89">
    <w:pPr>
      <w:pStyle w:val="Footer"/>
      <w:rPr>
        <w:sz w:val="16"/>
        <w:szCs w:val="16"/>
      </w:rPr>
    </w:pPr>
    <w:r w:rsidRPr="00540300">
      <w:rPr>
        <w:sz w:val="16"/>
        <w:szCs w:val="16"/>
      </w:rPr>
      <w:fldChar w:fldCharType="begin"/>
    </w:r>
    <w:r w:rsidRPr="00540300">
      <w:rPr>
        <w:sz w:val="16"/>
        <w:szCs w:val="16"/>
      </w:rPr>
      <w:instrText xml:space="preserve"> FILENAME </w:instrText>
    </w:r>
    <w:r w:rsidRPr="00540300">
      <w:rPr>
        <w:sz w:val="16"/>
        <w:szCs w:val="16"/>
      </w:rPr>
      <w:fldChar w:fldCharType="separate"/>
    </w:r>
    <w:r>
      <w:rPr>
        <w:noProof/>
        <w:sz w:val="16"/>
        <w:szCs w:val="16"/>
      </w:rPr>
      <w:t>КЗ РИ 71 (О Правительстве)</w:t>
    </w:r>
    <w:r w:rsidRPr="0054030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D89" w:rsidRDefault="00712D89">
      <w:r>
        <w:separator/>
      </w:r>
    </w:p>
  </w:footnote>
  <w:footnote w:type="continuationSeparator" w:id="0">
    <w:p w:rsidR="00712D89" w:rsidRDefault="00712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89" w:rsidRDefault="00712D89" w:rsidP="00D61604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12D89" w:rsidRDefault="00712D89" w:rsidP="00A01F3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402C"/>
    <w:multiLevelType w:val="hybridMultilevel"/>
    <w:tmpl w:val="EA5A0D94"/>
    <w:lvl w:ilvl="0" w:tplc="E2F8D954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000"/>
    <w:multiLevelType w:val="hybridMultilevel"/>
    <w:tmpl w:val="36EEAF4E"/>
    <w:lvl w:ilvl="0" w:tplc="AA60C376">
      <w:start w:val="1"/>
      <w:numFmt w:val="decimal"/>
      <w:lvlText w:val="%1)"/>
      <w:lvlJc w:val="left"/>
      <w:pPr>
        <w:ind w:left="85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4C2A2502"/>
    <w:multiLevelType w:val="hybridMultilevel"/>
    <w:tmpl w:val="F724B0AA"/>
    <w:lvl w:ilvl="0" w:tplc="F562679A">
      <w:start w:val="3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BB2C06"/>
    <w:multiLevelType w:val="hybridMultilevel"/>
    <w:tmpl w:val="A350B452"/>
    <w:lvl w:ilvl="0" w:tplc="76B098F0">
      <w:start w:val="1"/>
      <w:numFmt w:val="decimal"/>
      <w:lvlText w:val="%1)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6DE"/>
    <w:rsid w:val="00013F31"/>
    <w:rsid w:val="00024C6A"/>
    <w:rsid w:val="000434C8"/>
    <w:rsid w:val="00062345"/>
    <w:rsid w:val="00084E22"/>
    <w:rsid w:val="00096A13"/>
    <w:rsid w:val="000A4F8F"/>
    <w:rsid w:val="000B78D0"/>
    <w:rsid w:val="000E4594"/>
    <w:rsid w:val="0010672F"/>
    <w:rsid w:val="00111BBE"/>
    <w:rsid w:val="001303B8"/>
    <w:rsid w:val="00134D26"/>
    <w:rsid w:val="00142325"/>
    <w:rsid w:val="00143D11"/>
    <w:rsid w:val="00144868"/>
    <w:rsid w:val="00151231"/>
    <w:rsid w:val="00156E20"/>
    <w:rsid w:val="001837EA"/>
    <w:rsid w:val="001A6182"/>
    <w:rsid w:val="001B2D13"/>
    <w:rsid w:val="001B6418"/>
    <w:rsid w:val="001B7184"/>
    <w:rsid w:val="001C6FA8"/>
    <w:rsid w:val="001D0669"/>
    <w:rsid w:val="001D6D26"/>
    <w:rsid w:val="001E1A77"/>
    <w:rsid w:val="001E2ACE"/>
    <w:rsid w:val="001F0331"/>
    <w:rsid w:val="001F560B"/>
    <w:rsid w:val="00202027"/>
    <w:rsid w:val="00220D04"/>
    <w:rsid w:val="00257C5F"/>
    <w:rsid w:val="00295B64"/>
    <w:rsid w:val="002B6ED5"/>
    <w:rsid w:val="002D26FB"/>
    <w:rsid w:val="002E6FA9"/>
    <w:rsid w:val="002F537A"/>
    <w:rsid w:val="00301CFE"/>
    <w:rsid w:val="003072E9"/>
    <w:rsid w:val="00332106"/>
    <w:rsid w:val="003415D9"/>
    <w:rsid w:val="00345EB8"/>
    <w:rsid w:val="003573E8"/>
    <w:rsid w:val="003635BA"/>
    <w:rsid w:val="00376806"/>
    <w:rsid w:val="00386C01"/>
    <w:rsid w:val="003952DE"/>
    <w:rsid w:val="003A4ADE"/>
    <w:rsid w:val="003A4B34"/>
    <w:rsid w:val="003C513C"/>
    <w:rsid w:val="003F396C"/>
    <w:rsid w:val="003F797B"/>
    <w:rsid w:val="00402035"/>
    <w:rsid w:val="004057FF"/>
    <w:rsid w:val="0041027E"/>
    <w:rsid w:val="0041264F"/>
    <w:rsid w:val="00413980"/>
    <w:rsid w:val="0043235B"/>
    <w:rsid w:val="0043390A"/>
    <w:rsid w:val="00437992"/>
    <w:rsid w:val="00443739"/>
    <w:rsid w:val="00454B20"/>
    <w:rsid w:val="00485A04"/>
    <w:rsid w:val="004A0C3A"/>
    <w:rsid w:val="004A5427"/>
    <w:rsid w:val="004D1EC6"/>
    <w:rsid w:val="004D6142"/>
    <w:rsid w:val="00516199"/>
    <w:rsid w:val="005202D5"/>
    <w:rsid w:val="00540300"/>
    <w:rsid w:val="0055762A"/>
    <w:rsid w:val="0056355E"/>
    <w:rsid w:val="00565CE2"/>
    <w:rsid w:val="00570280"/>
    <w:rsid w:val="005770C4"/>
    <w:rsid w:val="0058502B"/>
    <w:rsid w:val="00590A4A"/>
    <w:rsid w:val="005C20F2"/>
    <w:rsid w:val="005E6CEF"/>
    <w:rsid w:val="005F2917"/>
    <w:rsid w:val="006249FA"/>
    <w:rsid w:val="00653738"/>
    <w:rsid w:val="00671741"/>
    <w:rsid w:val="00676154"/>
    <w:rsid w:val="0068181D"/>
    <w:rsid w:val="006C5789"/>
    <w:rsid w:val="006D06EB"/>
    <w:rsid w:val="006D25EB"/>
    <w:rsid w:val="007034AC"/>
    <w:rsid w:val="00712D89"/>
    <w:rsid w:val="00735FB7"/>
    <w:rsid w:val="007420D9"/>
    <w:rsid w:val="007466E3"/>
    <w:rsid w:val="00752038"/>
    <w:rsid w:val="00781110"/>
    <w:rsid w:val="00797A12"/>
    <w:rsid w:val="007A0AB8"/>
    <w:rsid w:val="007D7679"/>
    <w:rsid w:val="007E3174"/>
    <w:rsid w:val="007E527C"/>
    <w:rsid w:val="00805377"/>
    <w:rsid w:val="008223B3"/>
    <w:rsid w:val="00845D81"/>
    <w:rsid w:val="0086010A"/>
    <w:rsid w:val="0087194F"/>
    <w:rsid w:val="00872F78"/>
    <w:rsid w:val="00880E83"/>
    <w:rsid w:val="00881D79"/>
    <w:rsid w:val="008849F4"/>
    <w:rsid w:val="008A1185"/>
    <w:rsid w:val="008A48E6"/>
    <w:rsid w:val="008D02E2"/>
    <w:rsid w:val="008D7F4C"/>
    <w:rsid w:val="00915F92"/>
    <w:rsid w:val="0092739A"/>
    <w:rsid w:val="0094226E"/>
    <w:rsid w:val="0094623D"/>
    <w:rsid w:val="00953904"/>
    <w:rsid w:val="0096124D"/>
    <w:rsid w:val="009651CF"/>
    <w:rsid w:val="009839B8"/>
    <w:rsid w:val="009A292E"/>
    <w:rsid w:val="009D7ED9"/>
    <w:rsid w:val="009E4FA8"/>
    <w:rsid w:val="009F2765"/>
    <w:rsid w:val="00A01F39"/>
    <w:rsid w:val="00A07CB9"/>
    <w:rsid w:val="00A11934"/>
    <w:rsid w:val="00A27085"/>
    <w:rsid w:val="00A31B18"/>
    <w:rsid w:val="00A3442B"/>
    <w:rsid w:val="00A45304"/>
    <w:rsid w:val="00A47812"/>
    <w:rsid w:val="00A515AA"/>
    <w:rsid w:val="00A63532"/>
    <w:rsid w:val="00A675EE"/>
    <w:rsid w:val="00A93D1E"/>
    <w:rsid w:val="00AB5376"/>
    <w:rsid w:val="00AF291F"/>
    <w:rsid w:val="00B30252"/>
    <w:rsid w:val="00B95968"/>
    <w:rsid w:val="00BB3A2E"/>
    <w:rsid w:val="00BB56B9"/>
    <w:rsid w:val="00BB684B"/>
    <w:rsid w:val="00BC523F"/>
    <w:rsid w:val="00BF6F24"/>
    <w:rsid w:val="00C04A41"/>
    <w:rsid w:val="00C06388"/>
    <w:rsid w:val="00C13D11"/>
    <w:rsid w:val="00C40208"/>
    <w:rsid w:val="00C42998"/>
    <w:rsid w:val="00C42F0F"/>
    <w:rsid w:val="00C5399B"/>
    <w:rsid w:val="00C60EC7"/>
    <w:rsid w:val="00C85D03"/>
    <w:rsid w:val="00CB3619"/>
    <w:rsid w:val="00CC58C3"/>
    <w:rsid w:val="00CD40CB"/>
    <w:rsid w:val="00CE3353"/>
    <w:rsid w:val="00CE4F23"/>
    <w:rsid w:val="00CE6F01"/>
    <w:rsid w:val="00D13451"/>
    <w:rsid w:val="00D20B76"/>
    <w:rsid w:val="00D30928"/>
    <w:rsid w:val="00D34241"/>
    <w:rsid w:val="00D44AB3"/>
    <w:rsid w:val="00D464FB"/>
    <w:rsid w:val="00D552B9"/>
    <w:rsid w:val="00D61604"/>
    <w:rsid w:val="00D70416"/>
    <w:rsid w:val="00D73424"/>
    <w:rsid w:val="00DA2011"/>
    <w:rsid w:val="00DA593C"/>
    <w:rsid w:val="00DB5BD7"/>
    <w:rsid w:val="00DB7E4C"/>
    <w:rsid w:val="00DC68C1"/>
    <w:rsid w:val="00DE0534"/>
    <w:rsid w:val="00DE6356"/>
    <w:rsid w:val="00E030F8"/>
    <w:rsid w:val="00E30746"/>
    <w:rsid w:val="00E316DE"/>
    <w:rsid w:val="00E40FE8"/>
    <w:rsid w:val="00E46D90"/>
    <w:rsid w:val="00E50C79"/>
    <w:rsid w:val="00E74E01"/>
    <w:rsid w:val="00E85C52"/>
    <w:rsid w:val="00E86810"/>
    <w:rsid w:val="00E86C19"/>
    <w:rsid w:val="00E974B0"/>
    <w:rsid w:val="00EA2140"/>
    <w:rsid w:val="00EA716A"/>
    <w:rsid w:val="00EE5956"/>
    <w:rsid w:val="00EE70FE"/>
    <w:rsid w:val="00EF1CF0"/>
    <w:rsid w:val="00F271CC"/>
    <w:rsid w:val="00F50AD2"/>
    <w:rsid w:val="00F54749"/>
    <w:rsid w:val="00F60CC4"/>
    <w:rsid w:val="00F629F6"/>
    <w:rsid w:val="00F70E90"/>
    <w:rsid w:val="00F70FF2"/>
    <w:rsid w:val="00F74E0E"/>
    <w:rsid w:val="00F76410"/>
    <w:rsid w:val="00FC578E"/>
    <w:rsid w:val="00FC76EF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D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317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3174"/>
    <w:rPr>
      <w:rFonts w:ascii="Cambria" w:hAnsi="Cambria" w:cs="Cambria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rsid w:val="00E316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16DE"/>
    <w:rPr>
      <w:rFonts w:ascii="Times New Roman" w:hAnsi="Times New Rom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rsid w:val="00E316DE"/>
    <w:rPr>
      <w:color w:val="0000FF"/>
      <w:u w:val="single"/>
    </w:rPr>
  </w:style>
  <w:style w:type="paragraph" w:styleId="NormalWeb">
    <w:name w:val="Normal (Web)"/>
    <w:basedOn w:val="Normal"/>
    <w:uiPriority w:val="99"/>
    <w:rsid w:val="00E316DE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E316DE"/>
    <w:rPr>
      <w:rFonts w:cs="Calibri"/>
      <w:lang w:eastAsia="en-US"/>
    </w:rPr>
  </w:style>
  <w:style w:type="paragraph" w:customStyle="1" w:styleId="ConsPlusNormal">
    <w:name w:val="ConsPlusNormal"/>
    <w:uiPriority w:val="99"/>
    <w:rsid w:val="0041264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4126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A270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7085"/>
    <w:rPr>
      <w:rFonts w:ascii="Times New Roman" w:hAnsi="Times New Roman" w:cs="Times New Roman"/>
      <w:sz w:val="24"/>
      <w:szCs w:val="24"/>
    </w:rPr>
  </w:style>
  <w:style w:type="paragraph" w:customStyle="1" w:styleId="5">
    <w:name w:val="Стиль5"/>
    <w:basedOn w:val="Normal"/>
    <w:uiPriority w:val="99"/>
    <w:rsid w:val="00E30746"/>
    <w:pPr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871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194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1D6D26"/>
  </w:style>
  <w:style w:type="paragraph" w:styleId="BodyTextIndent">
    <w:name w:val="Body Text Indent"/>
    <w:basedOn w:val="Normal"/>
    <w:link w:val="BodyTextIndentChar"/>
    <w:uiPriority w:val="99"/>
    <w:rsid w:val="001D6D26"/>
    <w:pPr>
      <w:ind w:firstLine="851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6D26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A01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412</TotalTime>
  <Pages>2</Pages>
  <Words>350</Words>
  <Characters>2001</Characters>
  <Application>Microsoft Office Word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LUBA</cp:lastModifiedBy>
  <cp:revision>36</cp:revision>
  <cp:lastPrinted>2017-05-30T08:01:00Z</cp:lastPrinted>
  <dcterms:created xsi:type="dcterms:W3CDTF">2017-02-20T08:07:00Z</dcterms:created>
  <dcterms:modified xsi:type="dcterms:W3CDTF">2017-05-30T11:30:00Z</dcterms:modified>
</cp:coreProperties>
</file>